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B55E1" w14:textId="77777777" w:rsidR="002E1810" w:rsidRDefault="002E1810" w:rsidP="002E1810">
      <w:pPr>
        <w:spacing w:after="0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9.3 </w:t>
      </w:r>
    </w:p>
    <w:p w14:paraId="4CDA70DA" w14:textId="395D0870" w:rsidR="002E1810" w:rsidRDefault="002E1810" w:rsidP="002E1810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Sygn. 92/</w:t>
      </w:r>
      <w:r w:rsidR="00B84AC2">
        <w:rPr>
          <w:rFonts w:cstheme="minorHAnsi"/>
          <w:b/>
        </w:rPr>
        <w:t>IB</w:t>
      </w:r>
      <w:bookmarkStart w:id="0" w:name="_GoBack"/>
      <w:bookmarkEnd w:id="0"/>
      <w:r>
        <w:rPr>
          <w:rFonts w:cstheme="minorHAnsi"/>
          <w:b/>
        </w:rPr>
        <w:t>/24</w:t>
      </w:r>
    </w:p>
    <w:p w14:paraId="73284C69" w14:textId="77777777" w:rsidR="002E1810" w:rsidRDefault="002E1810" w:rsidP="002E1810">
      <w:pPr>
        <w:spacing w:after="0"/>
        <w:rPr>
          <w:rFonts w:cstheme="minorHAnsi"/>
          <w:b/>
        </w:rPr>
      </w:pPr>
    </w:p>
    <w:p w14:paraId="6C084397" w14:textId="77777777" w:rsidR="002E1810" w:rsidRDefault="002E1810" w:rsidP="002E1810">
      <w:pPr>
        <w:spacing w:after="0"/>
        <w:jc w:val="center"/>
        <w:rPr>
          <w:rFonts w:cstheme="minorHAnsi"/>
          <w:b/>
        </w:rPr>
      </w:pPr>
      <w:r w:rsidRPr="00375FB5">
        <w:rPr>
          <w:rFonts w:cstheme="minorHAnsi"/>
          <w:b/>
        </w:rPr>
        <w:t>OPIS PRZEDMIOTU ZAMÓWIENIA</w:t>
      </w:r>
      <w:r>
        <w:rPr>
          <w:rFonts w:cstheme="minorHAnsi"/>
          <w:b/>
        </w:rPr>
        <w:t xml:space="preserve"> DLA ZADANIA NR 3 </w:t>
      </w:r>
    </w:p>
    <w:p w14:paraId="1415E3FB" w14:textId="77777777" w:rsidR="002E1810" w:rsidRDefault="002E1810" w:rsidP="002E1810">
      <w:pPr>
        <w:spacing w:after="0"/>
        <w:rPr>
          <w:rFonts w:cstheme="minorHAnsi"/>
          <w:b/>
        </w:rPr>
      </w:pPr>
    </w:p>
    <w:p w14:paraId="26D7CBDB" w14:textId="77777777" w:rsidR="002E1810" w:rsidRPr="00375FB5" w:rsidRDefault="002E1810" w:rsidP="002E1810">
      <w:pPr>
        <w:spacing w:after="0"/>
        <w:rPr>
          <w:rFonts w:cstheme="minorHAnsi"/>
          <w:b/>
        </w:rPr>
      </w:pPr>
    </w:p>
    <w:p w14:paraId="3FB468D3" w14:textId="77777777" w:rsidR="002E1810" w:rsidRPr="00932A99" w:rsidRDefault="002E1810" w:rsidP="002E181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Przedmiotem zamówienia jest </w:t>
      </w:r>
      <w:r>
        <w:rPr>
          <w:rFonts w:cstheme="minorHAnsi"/>
        </w:rPr>
        <w:t xml:space="preserve">zamówienie na </w:t>
      </w:r>
      <w:r w:rsidRPr="00375FB5">
        <w:rPr>
          <w:rFonts w:cstheme="minorHAnsi"/>
        </w:rPr>
        <w:t>usług</w:t>
      </w:r>
      <w:r>
        <w:rPr>
          <w:rFonts w:cstheme="minorHAnsi"/>
        </w:rPr>
        <w:t xml:space="preserve">i społeczne i </w:t>
      </w:r>
      <w:r w:rsidRPr="00932A99">
        <w:rPr>
          <w:rFonts w:cstheme="minorHAnsi"/>
        </w:rPr>
        <w:t xml:space="preserve">inne szczególne usługi o których mowa w art. 359 pkt. 2 ustawy </w:t>
      </w:r>
      <w:proofErr w:type="spellStart"/>
      <w:r w:rsidRPr="00932A99">
        <w:rPr>
          <w:rFonts w:cstheme="minorHAnsi"/>
        </w:rPr>
        <w:t>Pzp</w:t>
      </w:r>
      <w:proofErr w:type="spellEnd"/>
      <w:r w:rsidRPr="00932A99">
        <w:rPr>
          <w:rFonts w:cstheme="minorHAnsi"/>
        </w:rPr>
        <w:t xml:space="preserve">. </w:t>
      </w:r>
    </w:p>
    <w:p w14:paraId="07263F72" w14:textId="77777777" w:rsidR="002E1810" w:rsidRPr="006029F0" w:rsidRDefault="002E1810" w:rsidP="002E1810">
      <w:pPr>
        <w:pStyle w:val="Akapitzlist"/>
        <w:numPr>
          <w:ilvl w:val="0"/>
          <w:numId w:val="1"/>
        </w:numPr>
        <w:spacing w:after="0"/>
        <w:jc w:val="both"/>
      </w:pPr>
      <w:r w:rsidRPr="006029F0">
        <w:t>Zamawiający jest partnerem wiodącym w projekcie predefiniowanym „Budowanie potencjału instytucjonalnego średnich i małych miast w Polsce na rzecz wdrażania skutecznych lokalnych polityk rozwoju” będącego częścią programu Ministerstwa Funduszy i Polityki Regionalnej (</w:t>
      </w:r>
      <w:proofErr w:type="spellStart"/>
      <w:r w:rsidRPr="006029F0">
        <w:t>MFiPR</w:t>
      </w:r>
      <w:proofErr w:type="spellEnd"/>
      <w:r w:rsidRPr="006029F0">
        <w:t xml:space="preserve">) pn. „Rozwój lokalny” w ramach środków EOG 2014-2021. </w:t>
      </w:r>
    </w:p>
    <w:p w14:paraId="615CB541" w14:textId="77777777" w:rsidR="002E1810" w:rsidRPr="00216693" w:rsidRDefault="002E1810" w:rsidP="002E1810">
      <w:pPr>
        <w:pStyle w:val="Akapitzlist"/>
        <w:spacing w:after="0"/>
        <w:ind w:left="643"/>
        <w:jc w:val="both"/>
        <w:rPr>
          <w:rFonts w:cstheme="minorHAnsi"/>
        </w:rPr>
      </w:pPr>
    </w:p>
    <w:p w14:paraId="3CA26B56" w14:textId="77777777" w:rsidR="002E1810" w:rsidRPr="00350AF6" w:rsidRDefault="002E1810" w:rsidP="002E1810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FB34D2">
        <w:rPr>
          <w:rFonts w:cstheme="minorHAnsi"/>
        </w:rPr>
        <w:t xml:space="preserve">Przedmiot - Świadczenie usług hotelarsko – restauracyjnych oraz zapewnienie </w:t>
      </w:r>
      <w:proofErr w:type="spellStart"/>
      <w:r w:rsidRPr="00FB34D2">
        <w:rPr>
          <w:rFonts w:cstheme="minorHAnsi"/>
        </w:rPr>
        <w:t>sal</w:t>
      </w:r>
      <w:proofErr w:type="spellEnd"/>
      <w:r w:rsidRPr="00FB34D2">
        <w:rPr>
          <w:rFonts w:cstheme="minorHAnsi"/>
        </w:rPr>
        <w:t xml:space="preserve"> konferencyjnych dla celów spotkania w miejscowości </w:t>
      </w:r>
      <w:r>
        <w:rPr>
          <w:rFonts w:cstheme="minorHAnsi"/>
        </w:rPr>
        <w:t>Włocławek</w:t>
      </w:r>
      <w:r w:rsidRPr="00350AF6">
        <w:rPr>
          <w:rFonts w:cstheme="minorHAnsi"/>
        </w:rPr>
        <w:t xml:space="preserve"> w dniach 1</w:t>
      </w:r>
      <w:r>
        <w:rPr>
          <w:rFonts w:cstheme="minorHAnsi"/>
        </w:rPr>
        <w:t>4</w:t>
      </w:r>
      <w:r w:rsidRPr="00350AF6">
        <w:rPr>
          <w:rFonts w:cstheme="minorHAnsi"/>
        </w:rPr>
        <w:t xml:space="preserve"> – 1</w:t>
      </w:r>
      <w:r>
        <w:rPr>
          <w:rFonts w:cstheme="minorHAnsi"/>
        </w:rPr>
        <w:t>5</w:t>
      </w:r>
      <w:r w:rsidRPr="00350AF6">
        <w:rPr>
          <w:rFonts w:cstheme="minorHAnsi"/>
        </w:rPr>
        <w:t xml:space="preserve"> </w:t>
      </w:r>
      <w:r>
        <w:rPr>
          <w:rFonts w:cstheme="minorHAnsi"/>
        </w:rPr>
        <w:t>listopada</w:t>
      </w:r>
      <w:r w:rsidRPr="00350AF6">
        <w:rPr>
          <w:rFonts w:cstheme="minorHAnsi"/>
        </w:rPr>
        <w:t xml:space="preserve"> 2024 r.</w:t>
      </w:r>
    </w:p>
    <w:p w14:paraId="3DFC8B39" w14:textId="77777777" w:rsidR="002E1810" w:rsidRPr="00FB34D2" w:rsidRDefault="002E1810" w:rsidP="002E1810">
      <w:pPr>
        <w:pStyle w:val="Akapitzlist"/>
        <w:spacing w:after="0"/>
        <w:ind w:left="643"/>
        <w:jc w:val="both"/>
        <w:rPr>
          <w:rFonts w:cstheme="minorHAnsi"/>
        </w:rPr>
      </w:pPr>
    </w:p>
    <w:p w14:paraId="1C75E067" w14:textId="77777777" w:rsidR="002E1810" w:rsidRPr="00BC57A6" w:rsidRDefault="002E1810" w:rsidP="002E1810">
      <w:pPr>
        <w:pStyle w:val="Akapitzlist"/>
        <w:spacing w:after="0"/>
        <w:ind w:left="643"/>
        <w:jc w:val="both"/>
        <w:rPr>
          <w:rFonts w:cstheme="minorHAnsi"/>
        </w:rPr>
      </w:pPr>
    </w:p>
    <w:p w14:paraId="712E88F6" w14:textId="77777777" w:rsidR="002E1810" w:rsidRPr="00375FB5" w:rsidRDefault="002E1810" w:rsidP="002E1810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Oznaczenie we Wspólnym Słowniku Zamówień (CPV):</w:t>
      </w:r>
    </w:p>
    <w:p w14:paraId="21493264" w14:textId="77777777" w:rsidR="002E1810" w:rsidRPr="00375FB5" w:rsidRDefault="002E1810" w:rsidP="002E1810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55110000-4  - Hotelarskie usługi noclegowe</w:t>
      </w:r>
    </w:p>
    <w:p w14:paraId="101EE4E6" w14:textId="77777777" w:rsidR="002E1810" w:rsidRPr="00375FB5" w:rsidRDefault="002E1810" w:rsidP="002E1810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55120000-7 -  Usługi hotelarskie w zakresie spotkań i konferencji</w:t>
      </w:r>
    </w:p>
    <w:p w14:paraId="0C3FF25F" w14:textId="77777777" w:rsidR="002E1810" w:rsidRPr="00375FB5" w:rsidRDefault="002E1810" w:rsidP="002E1810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55130000-0 - Inne usługi hotelarskie</w:t>
      </w:r>
    </w:p>
    <w:p w14:paraId="0C41DD70" w14:textId="77777777" w:rsidR="002E1810" w:rsidRDefault="002E1810" w:rsidP="002E1810">
      <w:pPr>
        <w:pStyle w:val="Akapitzlist"/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>55300000-3 - Usługi restauracyjne i dotyczące podawania posiłków</w:t>
      </w:r>
    </w:p>
    <w:p w14:paraId="55D8CAA2" w14:textId="77777777" w:rsidR="002E1810" w:rsidRPr="00375FB5" w:rsidRDefault="002E1810" w:rsidP="002E1810">
      <w:pPr>
        <w:pStyle w:val="Akapitzlist"/>
        <w:spacing w:after="0"/>
        <w:jc w:val="both"/>
        <w:rPr>
          <w:rFonts w:cstheme="minorHAnsi"/>
        </w:rPr>
      </w:pPr>
    </w:p>
    <w:p w14:paraId="78E2847C" w14:textId="77777777" w:rsidR="002E1810" w:rsidRDefault="002E1810" w:rsidP="002E1810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</w:rPr>
      </w:pPr>
      <w:r w:rsidRPr="00375FB5">
        <w:rPr>
          <w:rFonts w:cstheme="minorHAnsi"/>
        </w:rPr>
        <w:t>Opis przedmiotu zamówienia obejmuje - zapewnienie noclegów</w:t>
      </w:r>
      <w:r>
        <w:rPr>
          <w:rFonts w:cstheme="minorHAnsi"/>
        </w:rPr>
        <w:t xml:space="preserve">, sali konferencyjnej i </w:t>
      </w:r>
      <w:r w:rsidRPr="00375FB5">
        <w:rPr>
          <w:rFonts w:cstheme="minorHAnsi"/>
        </w:rPr>
        <w:t xml:space="preserve">wyżywienia dla uczestników oraz organizatorów </w:t>
      </w:r>
      <w:r>
        <w:rPr>
          <w:rFonts w:cstheme="minorHAnsi"/>
        </w:rPr>
        <w:t>spotkania</w:t>
      </w:r>
      <w:r w:rsidRPr="00375FB5">
        <w:rPr>
          <w:rFonts w:cstheme="minorHAnsi"/>
        </w:rPr>
        <w:t xml:space="preserve"> – </w:t>
      </w:r>
      <w:r w:rsidRPr="00203593">
        <w:rPr>
          <w:rFonts w:cstheme="minorHAnsi"/>
          <w:b/>
        </w:rPr>
        <w:t xml:space="preserve">w terminie </w:t>
      </w:r>
      <w:r>
        <w:rPr>
          <w:rFonts w:cstheme="minorHAnsi"/>
          <w:b/>
        </w:rPr>
        <w:t xml:space="preserve">14 – 15 listopada </w:t>
      </w:r>
      <w:r w:rsidRPr="00203593">
        <w:rPr>
          <w:rFonts w:cstheme="minorHAnsi"/>
          <w:b/>
        </w:rPr>
        <w:t>202</w:t>
      </w:r>
      <w:r>
        <w:rPr>
          <w:rFonts w:cstheme="minorHAnsi"/>
          <w:b/>
        </w:rPr>
        <w:t>4</w:t>
      </w:r>
      <w:r w:rsidRPr="00375FB5">
        <w:rPr>
          <w:rFonts w:cstheme="minorHAnsi"/>
        </w:rPr>
        <w:t xml:space="preserve"> r.</w:t>
      </w:r>
    </w:p>
    <w:p w14:paraId="25018EDF" w14:textId="77777777" w:rsidR="002E1810" w:rsidRDefault="002E1810" w:rsidP="002E1810">
      <w:pPr>
        <w:pStyle w:val="Akapitzlist"/>
        <w:spacing w:after="0"/>
        <w:jc w:val="both"/>
        <w:rPr>
          <w:rFonts w:cstheme="minorHAnsi"/>
        </w:rPr>
      </w:pPr>
      <w:r>
        <w:rPr>
          <w:rFonts w:cstheme="minorHAnsi"/>
        </w:rPr>
        <w:t>–</w:t>
      </w:r>
      <w:r w:rsidRPr="00375FB5">
        <w:rPr>
          <w:rFonts w:cstheme="minorHAnsi"/>
        </w:rPr>
        <w:t xml:space="preserve"> </w:t>
      </w:r>
      <w:r>
        <w:rPr>
          <w:rFonts w:cstheme="minorHAnsi"/>
        </w:rPr>
        <w:t xml:space="preserve">świadczenie usług hotelowo-restauracyjnych dla celów spotkania w zakresie zapewnienia </w:t>
      </w:r>
      <w:r w:rsidRPr="00375FB5">
        <w:rPr>
          <w:rFonts w:cstheme="minorHAnsi"/>
        </w:rPr>
        <w:t>noclegów</w:t>
      </w:r>
      <w:r>
        <w:rPr>
          <w:rFonts w:cstheme="minorHAnsi"/>
        </w:rPr>
        <w:t xml:space="preserve">, sali konferencyjnej </w:t>
      </w:r>
      <w:r w:rsidRPr="00375FB5">
        <w:rPr>
          <w:rFonts w:cstheme="minorHAnsi"/>
        </w:rPr>
        <w:t>i wyżywienia</w:t>
      </w:r>
      <w:r>
        <w:rPr>
          <w:rFonts w:cstheme="minorHAnsi"/>
        </w:rPr>
        <w:t xml:space="preserve"> </w:t>
      </w:r>
      <w:r w:rsidRPr="00375FB5">
        <w:rPr>
          <w:rFonts w:cstheme="minorHAnsi"/>
        </w:rPr>
        <w:t xml:space="preserve">dla uczestników oraz organizatorów </w:t>
      </w:r>
      <w:r>
        <w:rPr>
          <w:rFonts w:cstheme="minorHAnsi"/>
        </w:rPr>
        <w:t xml:space="preserve">spotkania </w:t>
      </w:r>
    </w:p>
    <w:p w14:paraId="47D2C45F" w14:textId="77777777" w:rsidR="002E1810" w:rsidRPr="00375FB5" w:rsidRDefault="002E1810" w:rsidP="002E1810">
      <w:pPr>
        <w:pStyle w:val="Akapitzlist"/>
        <w:spacing w:after="0"/>
        <w:jc w:val="both"/>
        <w:rPr>
          <w:rFonts w:cstheme="minorHAnsi"/>
        </w:rPr>
      </w:pPr>
    </w:p>
    <w:p w14:paraId="7BC455A9" w14:textId="77777777" w:rsidR="002E1810" w:rsidRPr="00375FB5" w:rsidRDefault="002E1810" w:rsidP="002E1810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W ramach zamówienia Wykonawca zapewni:</w:t>
      </w:r>
    </w:p>
    <w:p w14:paraId="36173CD7" w14:textId="77777777" w:rsidR="002E1810" w:rsidRPr="00AF2291" w:rsidRDefault="002E1810" w:rsidP="002E1810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nocleg wraz ze śniadaniem dla 20 osób w pokojach jednoosobowych lub do jednoosobowego wykorzystania; zamawiający dopuszcza nocleg w dwóch obiektach</w:t>
      </w:r>
    </w:p>
    <w:p w14:paraId="3485D51B" w14:textId="77777777" w:rsidR="002E1810" w:rsidRPr="00AF2291" w:rsidRDefault="002E1810" w:rsidP="002E1810">
      <w:pPr>
        <w:pStyle w:val="pkt"/>
        <w:spacing w:before="0" w:after="0" w:line="276" w:lineRule="auto"/>
        <w:ind w:left="556" w:firstLine="0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 xml:space="preserve">wyżywienie dla 25 osób obejmujące kolację pierwszego dnia, obiad i stała przerwa kawowa w obu dniach spotkania; </w:t>
      </w:r>
    </w:p>
    <w:p w14:paraId="0D4D2DDA" w14:textId="77777777" w:rsidR="002E1810" w:rsidRPr="00AF2291" w:rsidRDefault="002E1810" w:rsidP="002E1810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sale konferencyjno-szkoleniowe w obu dniach spotkania</w:t>
      </w:r>
    </w:p>
    <w:p w14:paraId="64E4AAC8" w14:textId="77777777" w:rsidR="002E1810" w:rsidRPr="00375FB5" w:rsidRDefault="002E1810" w:rsidP="002E1810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AF2291">
        <w:rPr>
          <w:rFonts w:asciiTheme="minorHAnsi" w:hAnsiTheme="minorHAnsi" w:cstheme="minorHAnsi"/>
          <w:sz w:val="22"/>
          <w:szCs w:val="22"/>
        </w:rPr>
        <w:t>Usługa będzie wykonywana w hotelu o standardzie minimum 3 -gwiazdkowym lub w ośrodku konferencyjno-szkoleniowych odpowiadającym standardem hotelowi minimum 3-gwiazdkowemu, zgodnie z rozporządzeniem Ministra Gospodarki i Pracy z dnia 19 sierpnia 2004 r. w sprawie obiektów hotelarskich i innych obiektów, w których są świadczone usługi hotelarskie (</w:t>
      </w:r>
      <w:proofErr w:type="spellStart"/>
      <w:r w:rsidRPr="00AF229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AF2291">
        <w:rPr>
          <w:rFonts w:asciiTheme="minorHAnsi" w:hAnsiTheme="minorHAnsi" w:cstheme="minorHAnsi"/>
          <w:sz w:val="22"/>
          <w:szCs w:val="22"/>
        </w:rPr>
        <w:t>. Dz. U. z 2017 r. poz. 2166) oraz spełniających wymagania dla budynków zamieszkania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zbiorowego zgodnie z </w:t>
      </w:r>
      <w:r w:rsidRPr="00375FB5">
        <w:rPr>
          <w:rFonts w:asciiTheme="minorHAnsi" w:hAnsiTheme="minorHAnsi" w:cstheme="minorHAnsi"/>
          <w:sz w:val="22"/>
          <w:szCs w:val="22"/>
        </w:rPr>
        <w:lastRenderedPageBreak/>
        <w:t>rozporządzeniem Ministra Infrastruktury z dnia 12 kwietnia 2002 r. w sprawie warunków technicznych, jakim powinny odpowiadać budynki i ich usytuowanie (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 xml:space="preserve">. Dz. U. z 2019 r., poz. 1065). </w:t>
      </w:r>
    </w:p>
    <w:p w14:paraId="3378A967" w14:textId="77777777" w:rsidR="002E1810" w:rsidRPr="004D4BE4" w:rsidRDefault="002E1810" w:rsidP="002E1810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62785B">
        <w:rPr>
          <w:rFonts w:asciiTheme="minorHAnsi" w:hAnsiTheme="minorHAnsi" w:cstheme="minorHAnsi"/>
          <w:sz w:val="22"/>
          <w:szCs w:val="22"/>
        </w:rPr>
        <w:t xml:space="preserve">Zamawiający wymaga, aby lokalizacja obiektu znajdowała się w odległości nie większej niż </w:t>
      </w:r>
      <w:r>
        <w:rPr>
          <w:rFonts w:asciiTheme="minorHAnsi" w:hAnsiTheme="minorHAnsi" w:cstheme="minorHAnsi"/>
          <w:sz w:val="22"/>
          <w:szCs w:val="22"/>
        </w:rPr>
        <w:t>6</w:t>
      </w:r>
      <w:r w:rsidRPr="0062785B">
        <w:rPr>
          <w:rFonts w:asciiTheme="minorHAnsi" w:hAnsiTheme="minorHAnsi" w:cstheme="minorHAnsi"/>
          <w:sz w:val="22"/>
          <w:szCs w:val="22"/>
        </w:rPr>
        <w:t xml:space="preserve"> km od </w:t>
      </w:r>
      <w:r>
        <w:rPr>
          <w:rFonts w:asciiTheme="minorHAnsi" w:hAnsiTheme="minorHAnsi" w:cstheme="minorHAnsi"/>
          <w:sz w:val="22"/>
          <w:szCs w:val="22"/>
        </w:rPr>
        <w:t>Dworca PKP (dworzec główny)</w:t>
      </w:r>
      <w:r w:rsidRPr="0062785B">
        <w:rPr>
          <w:rFonts w:asciiTheme="minorHAnsi" w:hAnsiTheme="minorHAnsi" w:cstheme="minorHAnsi"/>
          <w:sz w:val="22"/>
          <w:szCs w:val="22"/>
        </w:rPr>
        <w:t>. Lokalizacja musi umożliwić dojazd komunikacją miejską (przy założeniu, iż dojście z przystanku nie zajmie więcej niż 1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62785B">
        <w:rPr>
          <w:rFonts w:asciiTheme="minorHAnsi" w:hAnsiTheme="minorHAnsi" w:cstheme="minorHAnsi"/>
          <w:sz w:val="22"/>
          <w:szCs w:val="22"/>
        </w:rPr>
        <w:t xml:space="preserve"> minut).</w:t>
      </w:r>
      <w:r w:rsidRPr="00F94A9A">
        <w:rPr>
          <w:rFonts w:asciiTheme="minorHAnsi" w:hAnsiTheme="minorHAnsi" w:cstheme="minorHAnsi"/>
          <w:sz w:val="22"/>
          <w:szCs w:val="22"/>
        </w:rPr>
        <w:t xml:space="preserve"> </w:t>
      </w:r>
      <w:r w:rsidRPr="000A10F6">
        <w:rPr>
          <w:rFonts w:asciiTheme="minorHAnsi" w:hAnsiTheme="minorHAnsi" w:cstheme="minorHAnsi"/>
          <w:sz w:val="22"/>
          <w:szCs w:val="22"/>
        </w:rPr>
        <w:t xml:space="preserve">Zamawiający będzie weryfikował odległość oraz czas przejścia za pomocą narzędzia Google </w:t>
      </w:r>
      <w:proofErr w:type="spellStart"/>
      <w:r w:rsidRPr="000A10F6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0A10F6">
        <w:rPr>
          <w:rFonts w:asciiTheme="minorHAnsi" w:hAnsiTheme="minorHAnsi" w:cstheme="minorHAnsi"/>
          <w:sz w:val="22"/>
          <w:szCs w:val="22"/>
        </w:rPr>
        <w:t xml:space="preserve"> (tzw. „wyznacz trasę”).</w:t>
      </w:r>
      <w:r w:rsidRPr="00C7539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0799BA" w14:textId="77777777" w:rsidR="002E1810" w:rsidRPr="00F90E71" w:rsidRDefault="002E1810" w:rsidP="002E1810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F90E71">
        <w:rPr>
          <w:rFonts w:asciiTheme="minorHAnsi" w:hAnsiTheme="minorHAnsi" w:cstheme="minorHAnsi"/>
          <w:sz w:val="22"/>
          <w:szCs w:val="22"/>
        </w:rPr>
        <w:t xml:space="preserve">Zamawiający dokona obliczenia odległości w km za pomocą współrzędnych GPS w Google </w:t>
      </w:r>
      <w:proofErr w:type="spellStart"/>
      <w:r w:rsidRPr="00F90E71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F90E71">
        <w:rPr>
          <w:rFonts w:asciiTheme="minorHAnsi" w:hAnsiTheme="minorHAnsi" w:cstheme="minorHAnsi"/>
          <w:sz w:val="22"/>
          <w:szCs w:val="22"/>
        </w:rPr>
        <w:t xml:space="preserve"> poprzez oznaczenie pozycji wskazanego przez Wykonawcę hotelu (obiektu), a pozycją  dworca </w:t>
      </w:r>
      <w:r>
        <w:rPr>
          <w:rFonts w:asciiTheme="minorHAnsi" w:hAnsiTheme="minorHAnsi" w:cstheme="minorHAnsi"/>
          <w:sz w:val="22"/>
          <w:szCs w:val="22"/>
        </w:rPr>
        <w:t xml:space="preserve">głównego </w:t>
      </w:r>
      <w:r w:rsidRPr="00F90E71">
        <w:rPr>
          <w:rFonts w:asciiTheme="minorHAnsi" w:hAnsiTheme="minorHAnsi" w:cstheme="minorHAnsi"/>
          <w:sz w:val="22"/>
          <w:szCs w:val="22"/>
        </w:rPr>
        <w:t xml:space="preserve">PKP. Zamawiający dokona obliczenia odległości w km za pomocą narzędzia „wyznacz trasę” w Google </w:t>
      </w:r>
      <w:proofErr w:type="spellStart"/>
      <w:r w:rsidRPr="00F90E71">
        <w:rPr>
          <w:rFonts w:asciiTheme="minorHAnsi" w:hAnsiTheme="minorHAnsi" w:cstheme="minorHAnsi"/>
          <w:sz w:val="22"/>
          <w:szCs w:val="22"/>
        </w:rPr>
        <w:t>Maps</w:t>
      </w:r>
      <w:proofErr w:type="spellEnd"/>
      <w:r w:rsidRPr="00F90E71">
        <w:rPr>
          <w:rFonts w:asciiTheme="minorHAnsi" w:hAnsiTheme="minorHAnsi" w:cstheme="minorHAnsi"/>
          <w:sz w:val="22"/>
          <w:szCs w:val="22"/>
        </w:rPr>
        <w:t xml:space="preserve"> poprzez oznaczenie pozycji wskazanego przez Wykonawcę hotelu (obiektu), a pozycją dworca PKP. </w:t>
      </w:r>
    </w:p>
    <w:p w14:paraId="39A14F16" w14:textId="77777777" w:rsidR="002E1810" w:rsidRDefault="002E1810" w:rsidP="002E1810">
      <w:pPr>
        <w:pStyle w:val="pkt"/>
        <w:numPr>
          <w:ilvl w:val="3"/>
          <w:numId w:val="2"/>
        </w:numPr>
        <w:spacing w:before="0" w:after="0" w:line="276" w:lineRule="auto"/>
        <w:ind w:left="1648" w:hanging="284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>dokona obliczenia czasu w minutach</w:t>
      </w:r>
      <w:r w:rsidRPr="00375FB5">
        <w:rPr>
          <w:rFonts w:asciiTheme="minorHAnsi" w:hAnsiTheme="minorHAnsi" w:cstheme="minorHAnsi"/>
          <w:sz w:val="22"/>
          <w:szCs w:val="22"/>
        </w:rPr>
        <w:t xml:space="preserve"> za pomocą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współrzędnych GPS </w:t>
      </w:r>
      <w:r>
        <w:rPr>
          <w:rFonts w:asciiTheme="minorHAnsi" w:hAnsiTheme="minorHAnsi" w:cstheme="minorHAnsi"/>
          <w:sz w:val="22"/>
          <w:szCs w:val="22"/>
        </w:rPr>
        <w:t xml:space="preserve">w Google </w:t>
      </w:r>
      <w:proofErr w:type="spellStart"/>
      <w:r>
        <w:rPr>
          <w:rFonts w:asciiTheme="minorHAnsi" w:hAnsiTheme="minorHAnsi" w:cstheme="minorHAnsi"/>
          <w:sz w:val="22"/>
          <w:szCs w:val="22"/>
        </w:rPr>
        <w:t>Maps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poprzez oznaczenie </w:t>
      </w:r>
      <w:r w:rsidRPr="00375FB5">
        <w:rPr>
          <w:rFonts w:asciiTheme="minorHAnsi" w:hAnsiTheme="minorHAnsi" w:cstheme="minorHAnsi"/>
          <w:sz w:val="22"/>
          <w:szCs w:val="22"/>
        </w:rPr>
        <w:t>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wskazanego przez Wykonawcę hotelu</w:t>
      </w:r>
      <w:r>
        <w:rPr>
          <w:rFonts w:asciiTheme="minorHAnsi" w:hAnsiTheme="minorHAnsi" w:cstheme="minorHAnsi"/>
          <w:sz w:val="22"/>
          <w:szCs w:val="22"/>
        </w:rPr>
        <w:t xml:space="preserve"> (obiektu)</w:t>
      </w:r>
      <w:r w:rsidRPr="00375FB5">
        <w:rPr>
          <w:rFonts w:asciiTheme="minorHAnsi" w:hAnsiTheme="minorHAnsi" w:cstheme="minorHAnsi"/>
          <w:sz w:val="22"/>
          <w:szCs w:val="22"/>
        </w:rPr>
        <w:t>, a pozycj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przystanku komunikacji miejskiej</w:t>
      </w:r>
      <w:r w:rsidRPr="00375FB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dokona obliczenia czasu w minutach </w:t>
      </w:r>
      <w:r w:rsidRPr="00375FB5">
        <w:rPr>
          <w:rFonts w:asciiTheme="minorHAnsi" w:hAnsiTheme="minorHAnsi" w:cstheme="minorHAnsi"/>
          <w:sz w:val="22"/>
          <w:szCs w:val="22"/>
        </w:rPr>
        <w:t xml:space="preserve">za pomocą </w:t>
      </w:r>
      <w:r>
        <w:rPr>
          <w:rFonts w:asciiTheme="minorHAnsi" w:hAnsiTheme="minorHAnsi" w:cstheme="minorHAnsi"/>
          <w:sz w:val="22"/>
          <w:szCs w:val="22"/>
        </w:rPr>
        <w:t xml:space="preserve">narzędzia „wyznacz trasę” w Google </w:t>
      </w:r>
      <w:proofErr w:type="spellStart"/>
      <w:r>
        <w:rPr>
          <w:rFonts w:asciiTheme="minorHAnsi" w:hAnsiTheme="minorHAnsi" w:cstheme="minorHAnsi"/>
          <w:sz w:val="22"/>
          <w:szCs w:val="22"/>
        </w:rPr>
        <w:t>Maps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poprzez oznaczenie </w:t>
      </w:r>
      <w:r w:rsidRPr="00375FB5">
        <w:rPr>
          <w:rFonts w:asciiTheme="minorHAnsi" w:hAnsiTheme="minorHAnsi" w:cstheme="minorHAnsi"/>
          <w:sz w:val="22"/>
          <w:szCs w:val="22"/>
        </w:rPr>
        <w:t>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wskazanego przez Wykonawcę hotelu</w:t>
      </w:r>
      <w:r>
        <w:rPr>
          <w:rFonts w:asciiTheme="minorHAnsi" w:hAnsiTheme="minorHAnsi" w:cstheme="minorHAnsi"/>
          <w:sz w:val="22"/>
          <w:szCs w:val="22"/>
        </w:rPr>
        <w:t xml:space="preserve"> (obiektu)</w:t>
      </w:r>
      <w:r w:rsidRPr="00375FB5">
        <w:rPr>
          <w:rFonts w:asciiTheme="minorHAnsi" w:hAnsiTheme="minorHAnsi" w:cstheme="minorHAnsi"/>
          <w:sz w:val="22"/>
          <w:szCs w:val="22"/>
        </w:rPr>
        <w:t>, a pozycj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przystanku środka komunikacji miejskiej.</w:t>
      </w:r>
    </w:p>
    <w:p w14:paraId="7C63C2A6" w14:textId="77777777" w:rsidR="002E1810" w:rsidRDefault="002E1810" w:rsidP="002E1810">
      <w:pPr>
        <w:pStyle w:val="pkt"/>
        <w:spacing w:before="0" w:after="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1A2F5B55" w14:textId="77777777" w:rsidR="002E1810" w:rsidRPr="005534EC" w:rsidRDefault="002E1810" w:rsidP="002E1810">
      <w:pPr>
        <w:pStyle w:val="pkt"/>
        <w:numPr>
          <w:ilvl w:val="0"/>
          <w:numId w:val="1"/>
        </w:numPr>
        <w:spacing w:before="0" w:after="0" w:line="276" w:lineRule="auto"/>
        <w:ind w:left="643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375FB5">
        <w:rPr>
          <w:rFonts w:asciiTheme="minorHAnsi" w:hAnsiTheme="minorHAnsi" w:cstheme="minorHAnsi"/>
          <w:b/>
          <w:sz w:val="22"/>
          <w:szCs w:val="22"/>
        </w:rPr>
        <w:t>Lokalizacja obiektu, w którym będzie wykonywane zamówienia</w:t>
      </w:r>
      <w:r w:rsidRPr="00334E56">
        <w:rPr>
          <w:rFonts w:asciiTheme="minorHAnsi" w:hAnsiTheme="minorHAnsi" w:cstheme="minorHAnsi"/>
          <w:b/>
          <w:sz w:val="22"/>
          <w:szCs w:val="22"/>
        </w:rPr>
        <w:t>:</w:t>
      </w:r>
      <w:r w:rsidRPr="00334E5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Włocławek</w:t>
      </w:r>
      <w:r w:rsidRPr="00375FB5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5CF9DA1" w14:textId="77777777" w:rsidR="002E1810" w:rsidRDefault="002E1810" w:rsidP="002E1810">
      <w:pPr>
        <w:pStyle w:val="pkt"/>
        <w:spacing w:before="0" w:after="0" w:line="276" w:lineRule="auto"/>
        <w:ind w:left="283" w:firstLine="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28DEE37C" w14:textId="77777777" w:rsidR="002E1810" w:rsidRPr="00375FB5" w:rsidRDefault="002E1810" w:rsidP="002E1810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>Szczegółowy opis zamówienia:</w:t>
      </w:r>
    </w:p>
    <w:p w14:paraId="09C9D628" w14:textId="77777777" w:rsidR="002E1810" w:rsidRPr="000A10C9" w:rsidRDefault="002E1810" w:rsidP="002E1810">
      <w:pPr>
        <w:spacing w:after="0"/>
        <w:ind w:left="708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8.1 </w:t>
      </w:r>
      <w:r w:rsidRPr="000A10C9">
        <w:rPr>
          <w:rFonts w:cstheme="minorHAnsi"/>
          <w:b/>
        </w:rPr>
        <w:t>Wymagania dotyczące obiektu, w tym pokoi noclegowych</w:t>
      </w:r>
    </w:p>
    <w:p w14:paraId="1F29624C" w14:textId="77777777" w:rsidR="002E1810" w:rsidRPr="00375FB5" w:rsidRDefault="002E1810" w:rsidP="002E1810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Zakwaterowanie w pokojach 1 osobowych lub 2 osobowych do pojedynczego wykorzystania;</w:t>
      </w:r>
    </w:p>
    <w:p w14:paraId="11ACC611" w14:textId="77777777" w:rsidR="002E1810" w:rsidRPr="00375FB5" w:rsidRDefault="002E1810" w:rsidP="002E1810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Wszystkie pokoje z łazienkami, pościelą oraz ręcznikami; </w:t>
      </w:r>
    </w:p>
    <w:p w14:paraId="2C374674" w14:textId="77777777" w:rsidR="002E1810" w:rsidRPr="00453116" w:rsidRDefault="002E1810" w:rsidP="002E1810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53116">
        <w:rPr>
          <w:rFonts w:asciiTheme="minorHAnsi" w:hAnsiTheme="minorHAnsi" w:cstheme="minorHAnsi"/>
          <w:sz w:val="22"/>
          <w:szCs w:val="22"/>
        </w:rPr>
        <w:t xml:space="preserve">Pokoje w tym samym budynku/obiekcie, w którym odbywać się będą spotkania; </w:t>
      </w:r>
    </w:p>
    <w:p w14:paraId="5F96A688" w14:textId="77777777" w:rsidR="002E1810" w:rsidRPr="00375FB5" w:rsidRDefault="002E1810" w:rsidP="002E1810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Obiekt spełnia wymagania w zakresie dostępności dla osób z niepełnosprawnościami;</w:t>
      </w:r>
    </w:p>
    <w:p w14:paraId="317F99CE" w14:textId="77777777" w:rsidR="002E1810" w:rsidRDefault="002E1810" w:rsidP="002E1810">
      <w:pPr>
        <w:pStyle w:val="pkt"/>
        <w:numPr>
          <w:ilvl w:val="0"/>
          <w:numId w:val="3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Wykonawca zapewni nieodpłatne miejsca parkingowe dla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i przedstawicieli Zamawiającego w liczbie minimum </w:t>
      </w:r>
      <w:r>
        <w:rPr>
          <w:rFonts w:asciiTheme="minorHAnsi" w:hAnsiTheme="minorHAnsi" w:cstheme="minorHAnsi"/>
          <w:sz w:val="22"/>
          <w:szCs w:val="22"/>
        </w:rPr>
        <w:t>8</w:t>
      </w:r>
      <w:r w:rsidRPr="00375FB5">
        <w:rPr>
          <w:rFonts w:asciiTheme="minorHAnsi" w:hAnsiTheme="minorHAnsi" w:cstheme="minorHAnsi"/>
          <w:sz w:val="22"/>
          <w:szCs w:val="22"/>
        </w:rPr>
        <w:t xml:space="preserve">. Do dyspozycji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będzie bar/club lub inne miejsce dla możliwych wieczornych rozmów kuluarowych czynny do min. godz. 23.00.</w:t>
      </w:r>
    </w:p>
    <w:p w14:paraId="073C4AFB" w14:textId="77777777" w:rsidR="002E1810" w:rsidRPr="000A10C9" w:rsidRDefault="002E1810" w:rsidP="002E1810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8.2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>Wymagania dotyczące sali konferencyjnej</w:t>
      </w:r>
    </w:p>
    <w:p w14:paraId="2F153C2D" w14:textId="77777777" w:rsidR="002E1810" w:rsidRDefault="002E1810" w:rsidP="002E1810">
      <w:pPr>
        <w:pStyle w:val="pkt"/>
        <w:numPr>
          <w:ilvl w:val="0"/>
          <w:numId w:val="4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konferencyjn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wyposażeniem </w:t>
      </w:r>
      <w:r>
        <w:rPr>
          <w:rFonts w:asciiTheme="minorHAnsi" w:hAnsiTheme="minorHAnsi" w:cstheme="minorHAnsi"/>
          <w:sz w:val="22"/>
          <w:szCs w:val="22"/>
        </w:rPr>
        <w:t>w pierwszym i drugim dniu</w:t>
      </w:r>
      <w:r w:rsidRPr="00375FB5">
        <w:rPr>
          <w:rFonts w:asciiTheme="minorHAnsi" w:hAnsiTheme="minorHAnsi" w:cstheme="minorHAnsi"/>
          <w:sz w:val="22"/>
          <w:szCs w:val="22"/>
        </w:rPr>
        <w:t xml:space="preserve"> spotkania, dla min. </w:t>
      </w:r>
      <w:r>
        <w:rPr>
          <w:rFonts w:asciiTheme="minorHAnsi" w:hAnsiTheme="minorHAnsi" w:cstheme="minorHAnsi"/>
          <w:sz w:val="22"/>
          <w:szCs w:val="22"/>
        </w:rPr>
        <w:t>30</w:t>
      </w:r>
      <w:r w:rsidRPr="00375FB5">
        <w:rPr>
          <w:rFonts w:asciiTheme="minorHAnsi" w:hAnsiTheme="minorHAnsi" w:cstheme="minorHAnsi"/>
          <w:sz w:val="22"/>
          <w:szCs w:val="22"/>
        </w:rPr>
        <w:t xml:space="preserve"> osób </w:t>
      </w:r>
    </w:p>
    <w:p w14:paraId="5CB25EA4" w14:textId="77777777" w:rsidR="002E1810" w:rsidRDefault="002E1810" w:rsidP="002E1810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udostępnion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powinn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znajdować się na terenie obiektu, w którym będzie odbywał się nocleg dla uczestników spotkania. 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mus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375FB5">
        <w:rPr>
          <w:rFonts w:asciiTheme="minorHAnsi" w:hAnsiTheme="minorHAnsi" w:cstheme="minorHAnsi"/>
          <w:sz w:val="22"/>
          <w:szCs w:val="22"/>
        </w:rPr>
        <w:t xml:space="preserve"> być dostosowan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(jako funkcja docelowa) do organizacji szkoleń/ konferencji/ warsztatów itp.;</w:t>
      </w:r>
    </w:p>
    <w:p w14:paraId="41E5A0AE" w14:textId="77777777" w:rsidR="002E1810" w:rsidRPr="00375FB5" w:rsidRDefault="002E1810" w:rsidP="002E1810">
      <w:pPr>
        <w:pStyle w:val="pkt"/>
        <w:numPr>
          <w:ilvl w:val="0"/>
          <w:numId w:val="4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Wykonawca zapewni stałą opiekę swojego pracownika na wypadek kłopotów technicznych (np. sprzęt komputerowy itp.).</w:t>
      </w:r>
    </w:p>
    <w:p w14:paraId="21520AA8" w14:textId="77777777" w:rsidR="002E1810" w:rsidRPr="00375FB5" w:rsidRDefault="002E1810" w:rsidP="002E1810">
      <w:pPr>
        <w:pStyle w:val="pkt"/>
        <w:spacing w:before="0" w:after="0" w:line="276" w:lineRule="auto"/>
        <w:ind w:left="1944" w:firstLine="0"/>
        <w:rPr>
          <w:rFonts w:asciiTheme="minorHAnsi" w:hAnsiTheme="minorHAnsi" w:cstheme="minorHAnsi"/>
          <w:sz w:val="22"/>
          <w:szCs w:val="22"/>
        </w:rPr>
      </w:pPr>
    </w:p>
    <w:p w14:paraId="636F8188" w14:textId="77777777" w:rsidR="002E1810" w:rsidRPr="000A10C9" w:rsidRDefault="002E1810" w:rsidP="002E1810">
      <w:pPr>
        <w:pStyle w:val="pkt"/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8.3 </w:t>
      </w:r>
      <w:r w:rsidRPr="000A10C9">
        <w:rPr>
          <w:rFonts w:asciiTheme="minorHAnsi" w:hAnsiTheme="minorHAnsi" w:cstheme="minorHAnsi"/>
          <w:b/>
          <w:bCs/>
          <w:sz w:val="22"/>
          <w:szCs w:val="22"/>
        </w:rPr>
        <w:t xml:space="preserve">Wyposażenie </w:t>
      </w:r>
      <w:proofErr w:type="spellStart"/>
      <w:r w:rsidRPr="000A10C9">
        <w:rPr>
          <w:rFonts w:asciiTheme="minorHAnsi" w:hAnsiTheme="minorHAnsi" w:cstheme="minorHAnsi"/>
          <w:b/>
          <w:bCs/>
          <w:sz w:val="22"/>
          <w:szCs w:val="22"/>
        </w:rPr>
        <w:t>sal</w:t>
      </w:r>
      <w:proofErr w:type="spellEnd"/>
      <w:r w:rsidRPr="000A10C9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7C92894" w14:textId="77777777" w:rsidR="002E1810" w:rsidRPr="00375FB5" w:rsidRDefault="002E1810" w:rsidP="002E1810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Sal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375FB5">
        <w:rPr>
          <w:rFonts w:asciiTheme="minorHAnsi" w:hAnsiTheme="minorHAnsi" w:cstheme="minorHAnsi"/>
          <w:sz w:val="22"/>
          <w:szCs w:val="22"/>
        </w:rPr>
        <w:t xml:space="preserve"> klimatyzowan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375FB5">
        <w:rPr>
          <w:rFonts w:asciiTheme="minorHAnsi" w:hAnsiTheme="minorHAnsi" w:cstheme="minorHAnsi"/>
          <w:sz w:val="22"/>
          <w:szCs w:val="22"/>
        </w:rPr>
        <w:t>, dostęp do naturalnego dziennego światła, z możliwością zaciemnienia;</w:t>
      </w:r>
    </w:p>
    <w:p w14:paraId="0B269E5E" w14:textId="77777777" w:rsidR="002E1810" w:rsidRPr="00375FB5" w:rsidRDefault="002E1810" w:rsidP="002E1810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lastRenderedPageBreak/>
        <w:t>darmowy dostęp do bezprzewodowego Internetu;</w:t>
      </w:r>
    </w:p>
    <w:p w14:paraId="63964580" w14:textId="77777777" w:rsidR="002E1810" w:rsidRDefault="002E1810" w:rsidP="002E1810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możliwość jednoczesnego podłączenia (</w:t>
      </w:r>
      <w:r>
        <w:rPr>
          <w:rFonts w:asciiTheme="minorHAnsi" w:hAnsiTheme="minorHAnsi" w:cstheme="minorHAnsi"/>
          <w:sz w:val="22"/>
          <w:szCs w:val="22"/>
        </w:rPr>
        <w:t>ok.</w:t>
      </w:r>
      <w:r w:rsidRPr="00375F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375FB5">
        <w:rPr>
          <w:rFonts w:asciiTheme="minorHAnsi" w:hAnsiTheme="minorHAnsi" w:cstheme="minorHAnsi"/>
          <w:sz w:val="22"/>
          <w:szCs w:val="22"/>
        </w:rPr>
        <w:t xml:space="preserve"> notebooków uczestników</w:t>
      </w:r>
      <w:r>
        <w:rPr>
          <w:rFonts w:asciiTheme="minorHAnsi" w:hAnsiTheme="minorHAnsi" w:cstheme="minorHAnsi"/>
          <w:sz w:val="22"/>
          <w:szCs w:val="22"/>
        </w:rPr>
        <w:t xml:space="preserve"> na</w:t>
      </w:r>
      <w:r w:rsidRPr="00375FB5">
        <w:rPr>
          <w:rFonts w:asciiTheme="minorHAnsi" w:hAnsiTheme="minorHAnsi" w:cstheme="minorHAnsi"/>
          <w:sz w:val="22"/>
          <w:szCs w:val="22"/>
        </w:rPr>
        <w:t xml:space="preserve"> sali konferencyjnej; przepustowość Internetu min. 100 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>/s (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Mbps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>);</w:t>
      </w:r>
    </w:p>
    <w:p w14:paraId="16F53909" w14:textId="77777777" w:rsidR="002E1810" w:rsidRDefault="002E1810" w:rsidP="002E1810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sali  krzesła i stoły w ustawieniu w podkowę, stół prezydialny dla 4 osób z wodą i szklankami</w:t>
      </w:r>
    </w:p>
    <w:p w14:paraId="5899D992" w14:textId="77777777" w:rsidR="002E1810" w:rsidRPr="00375FB5" w:rsidRDefault="002E1810" w:rsidP="002E1810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sali </w:t>
      </w:r>
      <w:r w:rsidRPr="00375FB5">
        <w:rPr>
          <w:rFonts w:asciiTheme="minorHAnsi" w:hAnsiTheme="minorHAnsi" w:cstheme="minorHAnsi"/>
          <w:sz w:val="22"/>
          <w:szCs w:val="22"/>
        </w:rPr>
        <w:t xml:space="preserve">rzutnik multimedialny wraz z pilotem do zmieniania slajdów i wskaźnikiem laserowym do prezentacji, ekran (obraz z rzutnika powinien być dobrze widoczny dla wszystkich uczestników </w:t>
      </w:r>
      <w:r>
        <w:rPr>
          <w:rFonts w:asciiTheme="minorHAnsi" w:hAnsiTheme="minorHAnsi" w:cstheme="minorHAnsi"/>
          <w:sz w:val="22"/>
          <w:szCs w:val="22"/>
        </w:rPr>
        <w:t>spotkania</w:t>
      </w:r>
      <w:r w:rsidRPr="00375FB5">
        <w:rPr>
          <w:rFonts w:asciiTheme="minorHAnsi" w:hAnsiTheme="minorHAnsi" w:cstheme="minorHAnsi"/>
          <w:sz w:val="22"/>
          <w:szCs w:val="22"/>
        </w:rPr>
        <w:t>), sala bez kolumn zasłaniających widoczność; jasność rzutnika umożliwiająca prezentację przy świetle dziennym; wejścia HDMI, DVI i tradycyjne.;</w:t>
      </w:r>
    </w:p>
    <w:p w14:paraId="213CA4EF" w14:textId="77777777" w:rsidR="002E1810" w:rsidRPr="00375FB5" w:rsidRDefault="002E1810" w:rsidP="002E1810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ekran o wielkości pozwalającej na dobrą widoczność szczegółów lub biała ściana;</w:t>
      </w:r>
    </w:p>
    <w:p w14:paraId="2E903812" w14:textId="77777777" w:rsidR="002E1810" w:rsidRPr="00375FB5" w:rsidRDefault="002E1810" w:rsidP="002E1810">
      <w:pPr>
        <w:pStyle w:val="pkt"/>
        <w:numPr>
          <w:ilvl w:val="0"/>
          <w:numId w:val="6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flipchart</w:t>
      </w:r>
      <w:r>
        <w:rPr>
          <w:rFonts w:asciiTheme="minorHAnsi" w:hAnsiTheme="minorHAnsi" w:cstheme="minorHAnsi"/>
          <w:sz w:val="22"/>
          <w:szCs w:val="22"/>
        </w:rPr>
        <w:t xml:space="preserve"> na sali</w:t>
      </w:r>
      <w:r w:rsidRPr="00375FB5">
        <w:rPr>
          <w:rFonts w:asciiTheme="minorHAnsi" w:hAnsiTheme="minorHAnsi" w:cstheme="minorHAnsi"/>
          <w:sz w:val="22"/>
          <w:szCs w:val="22"/>
        </w:rPr>
        <w:t xml:space="preserve"> z zapasem kartek i zestawem flamastrów;</w:t>
      </w:r>
    </w:p>
    <w:p w14:paraId="6DC3DCCF" w14:textId="77777777" w:rsidR="002E1810" w:rsidRPr="00375FB5" w:rsidRDefault="002E1810" w:rsidP="002E1810">
      <w:pPr>
        <w:pStyle w:val="pkt"/>
        <w:spacing w:before="0" w:after="0" w:line="276" w:lineRule="auto"/>
        <w:ind w:left="1453" w:firstLine="0"/>
        <w:rPr>
          <w:rFonts w:asciiTheme="minorHAnsi" w:hAnsiTheme="minorHAnsi" w:cstheme="minorHAnsi"/>
          <w:sz w:val="22"/>
          <w:szCs w:val="22"/>
        </w:rPr>
      </w:pPr>
    </w:p>
    <w:p w14:paraId="0DFADBFA" w14:textId="77777777" w:rsidR="002E1810" w:rsidRPr="000A10C9" w:rsidRDefault="002E1810" w:rsidP="002E1810">
      <w:pPr>
        <w:pStyle w:val="Akapitzlist"/>
        <w:numPr>
          <w:ilvl w:val="0"/>
          <w:numId w:val="1"/>
        </w:numPr>
        <w:spacing w:after="0"/>
        <w:ind w:left="643"/>
        <w:jc w:val="both"/>
        <w:rPr>
          <w:rFonts w:cstheme="minorHAnsi"/>
          <w:b/>
        </w:rPr>
      </w:pPr>
      <w:r w:rsidRPr="000A10C9">
        <w:rPr>
          <w:rFonts w:cstheme="minorHAnsi"/>
          <w:b/>
        </w:rPr>
        <w:t xml:space="preserve">Wyżywienie w ciągu trwania </w:t>
      </w:r>
      <w:r>
        <w:rPr>
          <w:rFonts w:cstheme="minorHAnsi"/>
          <w:b/>
        </w:rPr>
        <w:t>spotkania</w:t>
      </w:r>
    </w:p>
    <w:p w14:paraId="6BD5B326" w14:textId="77777777" w:rsidR="002E1810" w:rsidRPr="001A3B9F" w:rsidRDefault="002E1810" w:rsidP="002E1810">
      <w:pPr>
        <w:pStyle w:val="pkt"/>
        <w:numPr>
          <w:ilvl w:val="0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Przerwy kawowe, obiady i k</w:t>
      </w:r>
      <w:r w:rsidRPr="001A3B9F">
        <w:rPr>
          <w:rFonts w:asciiTheme="minorHAnsi" w:hAnsiTheme="minorHAnsi" w:cstheme="minorHAnsi"/>
          <w:sz w:val="22"/>
          <w:szCs w:val="22"/>
        </w:rPr>
        <w:t>olacja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II dnia w hotelu w formie bufetu</w:t>
      </w:r>
      <w:r w:rsidRPr="001A3B9F">
        <w:rPr>
          <w:rFonts w:asciiTheme="minorHAnsi" w:hAnsiTheme="minorHAnsi" w:cstheme="minorHAnsi"/>
          <w:sz w:val="22"/>
          <w:szCs w:val="22"/>
        </w:rPr>
        <w:t>, z zapewnieniem miejsc do siedzenia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1A3B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6B4E4" w14:textId="77777777" w:rsidR="002E1810" w:rsidRPr="00197000" w:rsidRDefault="002E1810" w:rsidP="002E1810">
      <w:pPr>
        <w:pStyle w:val="pkt"/>
        <w:numPr>
          <w:ilvl w:val="0"/>
          <w:numId w:val="7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Zapewnienie wyżywienia wg poniższego zestawienia:</w:t>
      </w:r>
    </w:p>
    <w:p w14:paraId="33963A83" w14:textId="77777777" w:rsidR="002E1810" w:rsidRDefault="002E1810" w:rsidP="002E1810">
      <w:pPr>
        <w:pStyle w:val="Akapitzlist"/>
        <w:ind w:left="1944"/>
      </w:pPr>
      <w:r w:rsidRPr="001A3B9F">
        <w:rPr>
          <w:b/>
        </w:rPr>
        <w:t>I dzień</w:t>
      </w:r>
      <w:r>
        <w:t>:</w:t>
      </w:r>
    </w:p>
    <w:p w14:paraId="254F8976" w14:textId="77777777" w:rsidR="002E1810" w:rsidRDefault="002E1810" w:rsidP="002E1810">
      <w:pPr>
        <w:pStyle w:val="Akapitzlist"/>
        <w:ind w:left="1944"/>
      </w:pPr>
      <w:r>
        <w:t xml:space="preserve">- </w:t>
      </w:r>
      <w:r w:rsidRPr="003C534B">
        <w:rPr>
          <w:b/>
        </w:rPr>
        <w:t>Przerwa kawowa ciągła</w:t>
      </w:r>
      <w:r>
        <w:t xml:space="preserve">   gorące napoje (kawa z ekspresu, herbaty min. 4 rodzaje w tym czarna) bez ograniczeń, cukier, mleko, świeża cytryna w plasterkach, wykałaczki, woda mineralna gazowana i niegazowana, soki, napoje gazowane (min. 330 ml/os.), kruche ciastka, przekąski słone, owoce (min. 5 szt./os). </w:t>
      </w:r>
    </w:p>
    <w:p w14:paraId="77593BDF" w14:textId="77777777" w:rsidR="002E1810" w:rsidRDefault="002E1810" w:rsidP="002E1810">
      <w:pPr>
        <w:pStyle w:val="Akapitzlist"/>
        <w:ind w:left="1944"/>
      </w:pPr>
      <w:r>
        <w:t xml:space="preserve">Przerwa kawowa podana w bezpośrednim sąsiedztwie </w:t>
      </w:r>
      <w:proofErr w:type="spellStart"/>
      <w:r>
        <w:t>sal</w:t>
      </w:r>
      <w:proofErr w:type="spellEnd"/>
      <w:r>
        <w:t xml:space="preserve"> konferencyjnych.</w:t>
      </w:r>
    </w:p>
    <w:p w14:paraId="355AC935" w14:textId="77777777" w:rsidR="002E1810" w:rsidRDefault="002E1810" w:rsidP="002E1810">
      <w:pPr>
        <w:pStyle w:val="Akapitzlist"/>
        <w:ind w:left="1944"/>
      </w:pPr>
      <w:r>
        <w:t xml:space="preserve">- </w:t>
      </w:r>
      <w:r w:rsidRPr="003C534B">
        <w:rPr>
          <w:b/>
        </w:rPr>
        <w:t>Obiad</w:t>
      </w:r>
      <w:r>
        <w:t xml:space="preserve"> w formie bufetu obejmujący</w:t>
      </w:r>
      <w:r w:rsidRPr="00AF2291">
        <w:t xml:space="preserve">: </w:t>
      </w:r>
      <w:r>
        <w:br/>
        <w:t xml:space="preserve"> o surówki i sałatki – co najmniej 3 propozycje (łącznie co najmniej 100 g na osobę), </w:t>
      </w:r>
      <w:r>
        <w:br/>
        <w:t xml:space="preserve"> o zupy – 2 propozycje (co najmniej 300 ml na osobę), </w:t>
      </w:r>
      <w:r>
        <w:br/>
        <w:t xml:space="preserve"> o danie główne – co najmniej 2 propozycje łącznie z dwoma dodatkami skrobiowymi (ziemniaki, ryż, kasza lub makaron - co najmniej 300 g na osobę), danie główne obejmować będzie potrawy mięsne i wegetariańskie, </w:t>
      </w:r>
      <w:r>
        <w:br/>
        <w:t xml:space="preserve"> o</w:t>
      </w:r>
      <w:r>
        <w:tab/>
        <w:t xml:space="preserve"> napoje - woda, kawa/herbata, soki (min. 250 ml na osobę), napoje gazowane (min. 330 ml na osobę). </w:t>
      </w:r>
    </w:p>
    <w:p w14:paraId="76E5BF02" w14:textId="77777777" w:rsidR="002E1810" w:rsidRDefault="002E1810" w:rsidP="002E1810">
      <w:pPr>
        <w:pStyle w:val="Akapitzlist"/>
        <w:ind w:left="1944"/>
      </w:pPr>
      <w:r>
        <w:br/>
        <w:t xml:space="preserve">- </w:t>
      </w:r>
      <w:r w:rsidRPr="003C534B">
        <w:rPr>
          <w:b/>
        </w:rPr>
        <w:t>Kolacja</w:t>
      </w:r>
      <w:r>
        <w:t xml:space="preserve"> w formie bufetu w tym: </w:t>
      </w:r>
      <w:r>
        <w:br/>
        <w:t xml:space="preserve"> o</w:t>
      </w:r>
      <w:r>
        <w:tab/>
        <w:t xml:space="preserve"> przystawka </w:t>
      </w:r>
      <w:r>
        <w:br/>
        <w:t xml:space="preserve"> o 2 dania główne na ciepło do wyboru (w tym wegetariańskie) – co najmniej 200 g na osobę,</w:t>
      </w:r>
      <w:r>
        <w:br/>
        <w:t xml:space="preserve"> o</w:t>
      </w:r>
      <w:r>
        <w:tab/>
        <w:t xml:space="preserve"> minimum 2 sałatki i 2 surówki - łącznie co najmniej 70 g na osobę,</w:t>
      </w:r>
    </w:p>
    <w:p w14:paraId="66DD97E0" w14:textId="77777777" w:rsidR="002E1810" w:rsidRDefault="002E1810" w:rsidP="002E1810">
      <w:pPr>
        <w:pStyle w:val="Akapitzlist"/>
        <w:ind w:left="1944"/>
      </w:pPr>
      <w:r>
        <w:t xml:space="preserve"> o warzywa gotowane/grillowane i dodatek skrobiowy - co najmniej 300 g na osobę,</w:t>
      </w:r>
      <w:r>
        <w:br/>
        <w:t xml:space="preserve"> o</w:t>
      </w:r>
      <w:r>
        <w:tab/>
        <w:t xml:space="preserve"> wybór garmażerki na zimno – min. 200 g na osobę,</w:t>
      </w:r>
      <w:r>
        <w:br/>
        <w:t xml:space="preserve"> o</w:t>
      </w:r>
      <w:r>
        <w:tab/>
        <w:t xml:space="preserve"> deser – min. 150 g na osobę,</w:t>
      </w:r>
      <w:r>
        <w:br/>
        <w:t xml:space="preserve"> o</w:t>
      </w:r>
      <w:r>
        <w:tab/>
        <w:t xml:space="preserve"> napoje: kawa czarna z ekspresu bez ograniczeń, herbata min. 3 rodzaje w tym czarna bez ograniczeń, woda i soki bez ograniczeń, napoje gazowane min. 2 x 330 ml na osobę, dodatki do kawy i herbaty: cukier, mleko, cytryna świeża w plasterkach. </w:t>
      </w:r>
    </w:p>
    <w:p w14:paraId="5E1858CB" w14:textId="77777777" w:rsidR="002E1810" w:rsidRDefault="002E1810" w:rsidP="002E1810">
      <w:pPr>
        <w:ind w:left="1584"/>
      </w:pPr>
      <w:r>
        <w:lastRenderedPageBreak/>
        <w:t xml:space="preserve">Czas serwowania posiłków z dostępnością dań: w przypadku obiadu – 1h, kolacji – 2 h </w:t>
      </w:r>
    </w:p>
    <w:p w14:paraId="67135D94" w14:textId="77777777" w:rsidR="002E1810" w:rsidRDefault="002E1810" w:rsidP="002E1810">
      <w:pPr>
        <w:spacing w:after="0"/>
        <w:ind w:left="1945"/>
      </w:pPr>
      <w:r w:rsidRPr="004B555F">
        <w:rPr>
          <w:b/>
        </w:rPr>
        <w:t>II dzień:</w:t>
      </w:r>
      <w:r>
        <w:t xml:space="preserve"> - tak jak w I dniu, ale wyłącznie </w:t>
      </w:r>
      <w:r>
        <w:br/>
      </w:r>
      <w:r>
        <w:sym w:font="Symbol" w:char="F0B7"/>
      </w:r>
      <w:r>
        <w:t xml:space="preserve"> przerwa kawowa ciągła </w:t>
      </w:r>
    </w:p>
    <w:p w14:paraId="6CF9DDF1" w14:textId="77777777" w:rsidR="002E1810" w:rsidRDefault="002E1810" w:rsidP="002E1810">
      <w:pPr>
        <w:spacing w:after="0"/>
        <w:ind w:left="1945"/>
        <w:rPr>
          <w:b/>
        </w:rPr>
      </w:pPr>
      <w:r>
        <w:sym w:font="Symbol" w:char="F0B7"/>
      </w:r>
      <w:r>
        <w:t xml:space="preserve"> obiad – dania inne niż w I dniu</w:t>
      </w:r>
    </w:p>
    <w:p w14:paraId="48C444F6" w14:textId="77777777" w:rsidR="002E1810" w:rsidRPr="004B555F" w:rsidRDefault="002E1810" w:rsidP="002E1810">
      <w:pPr>
        <w:pStyle w:val="pkt"/>
        <w:spacing w:before="0" w:after="0" w:line="276" w:lineRule="auto"/>
        <w:ind w:left="1080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3)  </w:t>
      </w:r>
      <w:r w:rsidRPr="004B555F">
        <w:rPr>
          <w:rFonts w:asciiTheme="minorHAnsi" w:hAnsiTheme="minorHAnsi" w:cstheme="minorHAnsi"/>
          <w:sz w:val="22"/>
          <w:szCs w:val="22"/>
        </w:rPr>
        <w:t>Wykonawca zapewni możliwość skomponowania łącznego dania dla osób z dietą bezglutenową.</w:t>
      </w:r>
    </w:p>
    <w:p w14:paraId="2C96661D" w14:textId="77777777" w:rsidR="002E1810" w:rsidRPr="004B555F" w:rsidRDefault="002E1810" w:rsidP="002E1810">
      <w:pPr>
        <w:pStyle w:val="pkt"/>
        <w:numPr>
          <w:ilvl w:val="0"/>
          <w:numId w:val="8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>Wszystkie posiłki muszą być bezwzględnie świeże, przyrządzone w dniu świadczenia usługi, muszą charakteryzować się wysoką jakością w odniesieniu do użytych składników oraz estetyki podania; produkty przetworzone (takie jak kawa, herbata, soki i inne) będą posiadały odpowiednią datę przydatności do spożycia.</w:t>
      </w:r>
    </w:p>
    <w:p w14:paraId="20D82AB9" w14:textId="77777777" w:rsidR="002E1810" w:rsidRPr="00894F72" w:rsidRDefault="002E1810" w:rsidP="002E1810">
      <w:pPr>
        <w:pStyle w:val="pkt"/>
        <w:numPr>
          <w:ilvl w:val="0"/>
          <w:numId w:val="8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4B555F">
        <w:rPr>
          <w:rFonts w:asciiTheme="minorHAnsi" w:hAnsiTheme="minorHAnsi" w:cstheme="minorHAnsi"/>
          <w:sz w:val="22"/>
          <w:szCs w:val="22"/>
        </w:rPr>
        <w:t xml:space="preserve">Wykonawca zapewni zastawy ceramiczną / porcelanową oraz sztućce metalowe do serwowania wszystkich posiłków i napojów, Zamawiający nie dopuszcza używania przez Wykonawcę zastawy stołowej plastikowej ani tekturowej. </w:t>
      </w:r>
    </w:p>
    <w:p w14:paraId="1FEBB9ED" w14:textId="77777777" w:rsidR="002E1810" w:rsidRPr="00375FB5" w:rsidRDefault="002E1810" w:rsidP="002E1810">
      <w:pPr>
        <w:pStyle w:val="pkt"/>
        <w:spacing w:before="0" w:after="0" w:line="276" w:lineRule="auto"/>
        <w:ind w:left="1224" w:firstLine="0"/>
        <w:rPr>
          <w:rFonts w:asciiTheme="minorHAnsi" w:hAnsiTheme="minorHAnsi" w:cstheme="minorHAnsi"/>
          <w:sz w:val="22"/>
          <w:szCs w:val="22"/>
        </w:rPr>
      </w:pPr>
    </w:p>
    <w:p w14:paraId="31486DD9" w14:textId="77777777" w:rsidR="002E1810" w:rsidRPr="00216693" w:rsidRDefault="002E1810" w:rsidP="002E1810">
      <w:pPr>
        <w:pStyle w:val="Akapitzlist"/>
        <w:spacing w:after="0"/>
        <w:ind w:left="643"/>
        <w:jc w:val="both"/>
        <w:rPr>
          <w:rFonts w:cstheme="minorHAnsi"/>
        </w:rPr>
      </w:pPr>
    </w:p>
    <w:p w14:paraId="42AAF2E0" w14:textId="77777777" w:rsidR="002E1810" w:rsidRPr="00375FB5" w:rsidRDefault="002E1810" w:rsidP="002E181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  <w:b/>
        </w:rPr>
      </w:pPr>
      <w:r w:rsidRPr="00375FB5">
        <w:rPr>
          <w:rFonts w:cstheme="minorHAnsi"/>
          <w:b/>
        </w:rPr>
        <w:t xml:space="preserve">Pozostałe warunki realizacji zamówienia </w:t>
      </w:r>
    </w:p>
    <w:p w14:paraId="33345B6F" w14:textId="77777777" w:rsidR="002E1810" w:rsidRPr="00375FB5" w:rsidRDefault="002E1810" w:rsidP="002E1810">
      <w:pPr>
        <w:pStyle w:val="pkt"/>
        <w:numPr>
          <w:ilvl w:val="0"/>
          <w:numId w:val="5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spotkaniu </w:t>
      </w:r>
      <w:r w:rsidRPr="00375FB5">
        <w:rPr>
          <w:rFonts w:asciiTheme="minorHAnsi" w:hAnsiTheme="minorHAnsi" w:cstheme="minorHAnsi"/>
          <w:sz w:val="22"/>
          <w:szCs w:val="22"/>
        </w:rPr>
        <w:t xml:space="preserve">bierze udział stała grupa osób - pracowników Zamawiającego, oraz przedstawicieli instytucji współpracujących w realizacji projektu, stąd Zamawiający szacuje, że frekwencja będzie wysoka. </w:t>
      </w:r>
    </w:p>
    <w:p w14:paraId="7AA485EA" w14:textId="77777777" w:rsidR="002E1810" w:rsidRPr="00375FB5" w:rsidRDefault="002E1810" w:rsidP="002E1810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>Uwzględniając przypadki losowe i inne praktyczne uwarunkowania,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75FB5">
        <w:rPr>
          <w:rFonts w:asciiTheme="minorHAnsi" w:hAnsiTheme="minorHAnsi" w:cstheme="minorHAnsi"/>
          <w:sz w:val="22"/>
          <w:szCs w:val="22"/>
        </w:rPr>
        <w:t xml:space="preserve"> Zamawiający rezerwuje sobie prawo do </w:t>
      </w:r>
      <w:proofErr w:type="spellStart"/>
      <w:r w:rsidRPr="00375FB5">
        <w:rPr>
          <w:rFonts w:asciiTheme="minorHAnsi" w:hAnsiTheme="minorHAnsi" w:cstheme="minorHAnsi"/>
          <w:sz w:val="22"/>
          <w:szCs w:val="22"/>
        </w:rPr>
        <w:t>bezkosztowej</w:t>
      </w:r>
      <w:proofErr w:type="spellEnd"/>
      <w:r w:rsidRPr="00375FB5">
        <w:rPr>
          <w:rFonts w:asciiTheme="minorHAnsi" w:hAnsiTheme="minorHAnsi" w:cstheme="minorHAnsi"/>
          <w:sz w:val="22"/>
          <w:szCs w:val="22"/>
        </w:rPr>
        <w:t xml:space="preserve"> anulacji części zamówionych noclegów </w:t>
      </w:r>
      <w:r>
        <w:rPr>
          <w:rFonts w:asciiTheme="minorHAnsi" w:hAnsiTheme="minorHAnsi" w:cstheme="minorHAnsi"/>
          <w:sz w:val="22"/>
          <w:szCs w:val="22"/>
        </w:rPr>
        <w:t>lub wyżywienia</w:t>
      </w:r>
      <w:r w:rsidRPr="00375FB5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44298842"/>
      <w:r>
        <w:rPr>
          <w:rFonts w:asciiTheme="minorHAnsi" w:hAnsiTheme="minorHAnsi" w:cstheme="minorHAnsi"/>
          <w:sz w:val="22"/>
          <w:szCs w:val="22"/>
        </w:rPr>
        <w:t xml:space="preserve">wartość anulowanych świadczeń nie może przekraczać </w:t>
      </w:r>
      <w:bookmarkEnd w:id="1"/>
      <w:r w:rsidRPr="00375FB5">
        <w:rPr>
          <w:rFonts w:asciiTheme="minorHAnsi" w:hAnsiTheme="minorHAnsi" w:cstheme="minorHAnsi"/>
          <w:sz w:val="22"/>
          <w:szCs w:val="22"/>
        </w:rPr>
        <w:t>20%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2" w:name="_Hlk144298862"/>
      <w:r>
        <w:rPr>
          <w:rFonts w:asciiTheme="minorHAnsi" w:hAnsiTheme="minorHAnsi" w:cstheme="minorHAnsi"/>
          <w:sz w:val="22"/>
          <w:szCs w:val="22"/>
        </w:rPr>
        <w:t xml:space="preserve">wartości przedmiotu umowy wynikającej z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4 ust. 1 umowy</w:t>
      </w:r>
      <w:bookmarkEnd w:id="2"/>
      <w:r w:rsidRPr="00375FB5">
        <w:rPr>
          <w:rFonts w:asciiTheme="minorHAnsi" w:hAnsiTheme="minorHAnsi" w:cstheme="minorHAnsi"/>
          <w:sz w:val="22"/>
          <w:szCs w:val="22"/>
        </w:rPr>
        <w:t>.</w:t>
      </w:r>
    </w:p>
    <w:p w14:paraId="14B264FC" w14:textId="77777777" w:rsidR="002E1810" w:rsidRPr="00375FB5" w:rsidRDefault="002E1810" w:rsidP="002E1810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celu realizacji tego prawa Zamawiający poda Wykonawcy, na nie mniej niż 3 dni przed rozpoczęciem danego spotkania liczbę osób, które potwierdzają udział (odrębnie posiłki i odrębnie nocleg), z zastrzeżeniem, że </w:t>
      </w:r>
      <w:r>
        <w:rPr>
          <w:rFonts w:asciiTheme="minorHAnsi" w:hAnsiTheme="minorHAnsi" w:cstheme="minorHAnsi"/>
          <w:sz w:val="22"/>
          <w:szCs w:val="22"/>
        </w:rPr>
        <w:t xml:space="preserve">łączna wartość świadczeń nie spadnie </w:t>
      </w:r>
      <w:r w:rsidRPr="00375FB5">
        <w:rPr>
          <w:rFonts w:asciiTheme="minorHAnsi" w:hAnsiTheme="minorHAnsi" w:cstheme="minorHAnsi"/>
          <w:sz w:val="22"/>
          <w:szCs w:val="22"/>
        </w:rPr>
        <w:t>poniżej</w:t>
      </w:r>
      <w:r>
        <w:rPr>
          <w:rFonts w:asciiTheme="minorHAnsi" w:hAnsiTheme="minorHAnsi" w:cstheme="minorHAnsi"/>
          <w:sz w:val="22"/>
          <w:szCs w:val="22"/>
        </w:rPr>
        <w:t xml:space="preserve"> 80% wartości przedmiotu umowy wynikającej z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Theme="minorHAnsi" w:hAnsiTheme="minorHAnsi" w:cstheme="minorHAnsi"/>
          <w:sz w:val="22"/>
          <w:szCs w:val="22"/>
        </w:rPr>
        <w:t xml:space="preserve"> 4 ust. 1 umowy</w:t>
      </w:r>
      <w:r w:rsidRPr="00375FB5">
        <w:rPr>
          <w:rFonts w:asciiTheme="minorHAnsi" w:hAnsiTheme="minorHAnsi" w:cstheme="minorHAnsi"/>
          <w:sz w:val="22"/>
          <w:szCs w:val="22"/>
        </w:rPr>
        <w:t>. Wartość tak zmniejszonego i zrealizowanego zamówienia będzie podstawą obciążenia Zamawiającego w fakturze za realizację danego zamówienia.</w:t>
      </w:r>
    </w:p>
    <w:p w14:paraId="1AD8DE82" w14:textId="77777777" w:rsidR="002E1810" w:rsidRPr="00375FB5" w:rsidRDefault="002E1810" w:rsidP="002E1810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W formularzu ofertowym należy podać ceny jednostkowe oraz maksymalną cenę oferty obliczoną wg wzoru: cena jednostkowa * liczba osób przewidziana przez zamawiającego oraz odpowiednio cena jednostkowa plus koszt sali konferencyjnej i innych usług. </w:t>
      </w:r>
    </w:p>
    <w:p w14:paraId="0CDCD53B" w14:textId="77777777" w:rsidR="002E1810" w:rsidRPr="00375FB5" w:rsidRDefault="002E1810" w:rsidP="002E1810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Na czas realizacji usługi Wykonawca nie będzie prowadził żadnych działań (np. prac remontowo-budowlanych) wpływających na komfort pracy uczestników </w:t>
      </w:r>
      <w:r>
        <w:rPr>
          <w:rFonts w:asciiTheme="minorHAnsi" w:hAnsiTheme="minorHAnsi" w:cstheme="minorHAnsi"/>
          <w:sz w:val="22"/>
          <w:szCs w:val="22"/>
        </w:rPr>
        <w:t>spotkania.</w:t>
      </w:r>
    </w:p>
    <w:p w14:paraId="0EECEE29" w14:textId="77777777" w:rsidR="002E1810" w:rsidRPr="00375FB5" w:rsidRDefault="002E1810" w:rsidP="002E1810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zakwaterowania ani wyżywienia osób towarzyszących uczestnikom spotkania niezgłoszonym przez Zamawiającego. </w:t>
      </w:r>
    </w:p>
    <w:p w14:paraId="32795770" w14:textId="77777777" w:rsidR="002E1810" w:rsidRPr="00375FB5" w:rsidRDefault="002E1810" w:rsidP="002E1810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zagranicznych i krajowych rozmów telefonicznych wykonywanych z pokoi hotelowych przez osoby zakwaterowane. </w:t>
      </w:r>
    </w:p>
    <w:p w14:paraId="741C3488" w14:textId="77777777" w:rsidR="002E1810" w:rsidRPr="00375FB5" w:rsidRDefault="002E1810" w:rsidP="002E1810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t xml:space="preserve">Zamawiający nie pokrywa kosztów związanych np. z udostępnieniem w pokojach mini baru lub płatnej telewizji. </w:t>
      </w:r>
    </w:p>
    <w:p w14:paraId="7918453B" w14:textId="77777777" w:rsidR="002E1810" w:rsidRPr="00375FB5" w:rsidRDefault="002E1810" w:rsidP="002E1810">
      <w:pPr>
        <w:pStyle w:val="pkt"/>
        <w:numPr>
          <w:ilvl w:val="0"/>
          <w:numId w:val="5"/>
        </w:numPr>
        <w:spacing w:before="0" w:after="0" w:line="276" w:lineRule="auto"/>
        <w:ind w:left="2009" w:hanging="425"/>
        <w:rPr>
          <w:rFonts w:asciiTheme="minorHAnsi" w:hAnsiTheme="minorHAnsi" w:cstheme="minorHAnsi"/>
          <w:sz w:val="22"/>
          <w:szCs w:val="22"/>
        </w:rPr>
      </w:pPr>
      <w:r w:rsidRPr="00375FB5">
        <w:rPr>
          <w:rFonts w:asciiTheme="minorHAnsi" w:hAnsiTheme="minorHAnsi" w:cstheme="minorHAnsi"/>
          <w:sz w:val="22"/>
          <w:szCs w:val="22"/>
        </w:rPr>
        <w:lastRenderedPageBreak/>
        <w:t>Wymienione wyżej koszty i inne koszty, które nie są związane z wykonaniem przedmiotu zamówienia i warunkami stawianymi przez Zamawiającego, zostaną opłacone indywidualnie przez osoby zakwaterowane. Zarówno rozliczenia, jak i egzekucja takich zobowiązań są prowadzone przez hotel.</w:t>
      </w:r>
    </w:p>
    <w:p w14:paraId="3324E424" w14:textId="77777777" w:rsidR="002E1810" w:rsidRPr="00375FB5" w:rsidRDefault="002E1810" w:rsidP="002E1810">
      <w:pPr>
        <w:pStyle w:val="Akapitzlist"/>
        <w:spacing w:after="0"/>
        <w:jc w:val="both"/>
        <w:rPr>
          <w:rFonts w:cstheme="minorHAnsi"/>
        </w:rPr>
      </w:pPr>
    </w:p>
    <w:p w14:paraId="29510EB9" w14:textId="77777777" w:rsidR="002E1810" w:rsidRPr="00375FB5" w:rsidRDefault="002E1810" w:rsidP="002E181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375FB5">
        <w:rPr>
          <w:rFonts w:cstheme="minorHAnsi"/>
        </w:rPr>
        <w:t xml:space="preserve">Wykonawca usługi w trakcie realizacji zamówienia zapewni na miejscu opiekę swojego pracownika – koordynatora, odpowiadającego za prawidłowe wykonanie zamówienia. </w:t>
      </w:r>
    </w:p>
    <w:p w14:paraId="25AE9A4A" w14:textId="77777777" w:rsidR="002E1810" w:rsidRPr="00E97DF9" w:rsidRDefault="002E1810" w:rsidP="002E181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zapewni łącze internetowe w salach, przepustowość Internetu min. 100 </w:t>
      </w:r>
      <w:proofErr w:type="spellStart"/>
      <w:r w:rsidRPr="00E97DF9">
        <w:rPr>
          <w:rFonts w:cstheme="minorHAnsi"/>
        </w:rPr>
        <w:t>Mb</w:t>
      </w:r>
      <w:proofErr w:type="spellEnd"/>
      <w:r w:rsidRPr="00E97DF9">
        <w:rPr>
          <w:rFonts w:cstheme="minorHAnsi"/>
        </w:rPr>
        <w:t>/s (</w:t>
      </w:r>
      <w:proofErr w:type="spellStart"/>
      <w:r w:rsidRPr="00E97DF9">
        <w:rPr>
          <w:rFonts w:cstheme="minorHAnsi"/>
        </w:rPr>
        <w:t>Mbps</w:t>
      </w:r>
      <w:proofErr w:type="spellEnd"/>
      <w:r w:rsidRPr="00E97DF9">
        <w:rPr>
          <w:rFonts w:cstheme="minorHAnsi"/>
        </w:rPr>
        <w:t xml:space="preserve">) dla uczestników spotkań. Przepustowość powinna zapewnić płynną transmisję na żywo oraz pozwolić użytkownikom korzystać z zasobów dostępnych online. </w:t>
      </w:r>
    </w:p>
    <w:p w14:paraId="3661BC82" w14:textId="77777777" w:rsidR="002E1810" w:rsidRPr="00E97DF9" w:rsidRDefault="002E1810" w:rsidP="002E181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 xml:space="preserve">Wykonawca realizując zamówienie będzie przestrzegać bezpieczeństwa pracy i ochrony zdrowia. Wykonawca ponosi wszelkie koszty związane z przygotowaniem oferty. </w:t>
      </w:r>
    </w:p>
    <w:p w14:paraId="5E89A6D5" w14:textId="77777777" w:rsidR="002E1810" w:rsidRPr="00E97DF9" w:rsidRDefault="002E1810" w:rsidP="002E1810">
      <w:pPr>
        <w:pStyle w:val="Akapitzlist"/>
        <w:numPr>
          <w:ilvl w:val="0"/>
          <w:numId w:val="1"/>
        </w:numPr>
        <w:spacing w:after="0"/>
        <w:jc w:val="both"/>
        <w:rPr>
          <w:rFonts w:cstheme="minorHAnsi"/>
        </w:rPr>
      </w:pPr>
      <w:r w:rsidRPr="00E97DF9">
        <w:rPr>
          <w:rFonts w:cstheme="minorHAnsi"/>
        </w:rPr>
        <w:t>Przedmiot zamówienia określono w sposób jednoznaczny i wyczerpujący, za pomocą dostatecznie dokładnych i zrozumiałych określeń, uwzględniając wszystkie wymagania i okoliczności mogące mieć wpływ na sporządzenie oferty, poprzez wskazanie obiektywnych cech technicznych, jakościowych, funkcjonalnych oraz standardów określonych w niektórych miejscach przykładowymi znakami towarowymi, patentami lub pochodzeniem. We wszystkich miejscach niniejszej SWZ, w których użyto przykładowego znaku towarowego, patentu lub pochodzenia, jest to uzasadnione specyfiką przedmiotu zamówienia i zamawiający nie może opisać przedmiotu zamówienia za pomocą dostatecznie dokładnych określeń, a w każdym przypadku dopuszcza rozwiązania równoważne opisywanym.</w:t>
      </w:r>
    </w:p>
    <w:p w14:paraId="174AB706" w14:textId="77777777" w:rsidR="00913107" w:rsidRPr="002E1810" w:rsidRDefault="00913107" w:rsidP="002E1810"/>
    <w:sectPr w:rsidR="00913107" w:rsidRPr="002E1810" w:rsidSect="0004662D">
      <w:headerReference w:type="first" r:id="rId10"/>
      <w:pgSz w:w="11906" w:h="16838"/>
      <w:pgMar w:top="69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CFB10" w14:textId="77777777" w:rsidR="002D2F1D" w:rsidRDefault="002D2F1D" w:rsidP="0004662D">
      <w:pPr>
        <w:spacing w:after="0" w:line="240" w:lineRule="auto"/>
      </w:pPr>
      <w:r>
        <w:separator/>
      </w:r>
    </w:p>
  </w:endnote>
  <w:endnote w:type="continuationSeparator" w:id="0">
    <w:p w14:paraId="2320BEA7" w14:textId="77777777" w:rsidR="002D2F1D" w:rsidRDefault="002D2F1D" w:rsidP="0004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664F5" w14:textId="77777777" w:rsidR="002D2F1D" w:rsidRDefault="002D2F1D" w:rsidP="0004662D">
      <w:pPr>
        <w:spacing w:after="0" w:line="240" w:lineRule="auto"/>
      </w:pPr>
      <w:r>
        <w:separator/>
      </w:r>
    </w:p>
  </w:footnote>
  <w:footnote w:type="continuationSeparator" w:id="0">
    <w:p w14:paraId="6D24F197" w14:textId="77777777" w:rsidR="002D2F1D" w:rsidRDefault="002D2F1D" w:rsidP="0004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04EF2" w14:textId="77777777" w:rsidR="0004662D" w:rsidRDefault="0004662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4A66A3" wp14:editId="535050DB">
          <wp:simplePos x="0" y="0"/>
          <wp:positionH relativeFrom="margin">
            <wp:align>left</wp:align>
          </wp:positionH>
          <wp:positionV relativeFrom="paragraph">
            <wp:posOffset>-328686</wp:posOffset>
          </wp:positionV>
          <wp:extent cx="5760720" cy="1109980"/>
          <wp:effectExtent l="0" t="0" r="0" b="0"/>
          <wp:wrapTight wrapText="bothSides">
            <wp:wrapPolygon edited="0">
              <wp:start x="0" y="0"/>
              <wp:lineTo x="0" y="21130"/>
              <wp:lineTo x="21500" y="21130"/>
              <wp:lineTo x="21500" y="0"/>
              <wp:lineTo x="0" y="0"/>
            </wp:wrapPolygon>
          </wp:wrapTight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-Norwegia24-IB-PL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09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C6984"/>
    <w:multiLevelType w:val="multilevel"/>
    <w:tmpl w:val="427C16EA"/>
    <w:lvl w:ilvl="0">
      <w:start w:val="3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61E5DAC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BC225E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" w15:restartNumberingAfterBreak="0">
    <w:nsid w:val="4C261814"/>
    <w:multiLevelType w:val="hybridMultilevel"/>
    <w:tmpl w:val="A0BE3698"/>
    <w:lvl w:ilvl="0" w:tplc="FFFFFFFF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 w15:restartNumberingAfterBreak="0">
    <w:nsid w:val="4CEF2B80"/>
    <w:multiLevelType w:val="hybridMultilevel"/>
    <w:tmpl w:val="0C00B004"/>
    <w:lvl w:ilvl="0" w:tplc="FA94B5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278BD"/>
    <w:multiLevelType w:val="hybridMultilevel"/>
    <w:tmpl w:val="CE447B5A"/>
    <w:lvl w:ilvl="0" w:tplc="8F449DDE">
      <w:start w:val="4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5F754E60"/>
    <w:multiLevelType w:val="hybridMultilevel"/>
    <w:tmpl w:val="A0BE3698"/>
    <w:lvl w:ilvl="0" w:tplc="04150011">
      <w:start w:val="1"/>
      <w:numFmt w:val="decimal"/>
      <w:lvlText w:val="%1)"/>
      <w:lvlJc w:val="left"/>
      <w:pPr>
        <w:ind w:left="19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F1D"/>
    <w:rsid w:val="0004662D"/>
    <w:rsid w:val="002D2F1D"/>
    <w:rsid w:val="002E1810"/>
    <w:rsid w:val="00792B57"/>
    <w:rsid w:val="00913107"/>
    <w:rsid w:val="00B8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BD80FE"/>
  <w15:chartTrackingRefBased/>
  <w15:docId w15:val="{E6648AC4-99B7-4954-A8A2-C39E01EE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2B5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62D"/>
  </w:style>
  <w:style w:type="paragraph" w:styleId="Stopka">
    <w:name w:val="footer"/>
    <w:basedOn w:val="Normalny"/>
    <w:link w:val="StopkaZnak"/>
    <w:uiPriority w:val="99"/>
    <w:unhideWhenUsed/>
    <w:rsid w:val="00046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62D"/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792B5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792B57"/>
  </w:style>
  <w:style w:type="paragraph" w:customStyle="1" w:styleId="pkt">
    <w:name w:val="pkt"/>
    <w:basedOn w:val="Normalny"/>
    <w:rsid w:val="00792B5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cjaGrenda\Downloads\Listownik_IB%202024%20202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F0652C-7B90-4006-9C4C-2FB525539571}">
  <ds:schemaRefs>
    <ds:schemaRef ds:uri="797f1dc2-8d94-4174-b000-101e7575fb6c"/>
    <ds:schemaRef ds:uri="http://www.w3.org/XML/1998/namespace"/>
    <ds:schemaRef ds:uri="cc04306a-7e29-4598-8bc0-52e63436a2cf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30FD1E6-AF81-45BC-B554-520C97677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005C5-3767-4193-94D9-0B3402C81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Listownik_IB 2024 2025</Template>
  <TotalTime>1</TotalTime>
  <Pages>5</Pages>
  <Words>1637</Words>
  <Characters>9828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2</cp:revision>
  <dcterms:created xsi:type="dcterms:W3CDTF">2024-07-25T14:51:00Z</dcterms:created>
  <dcterms:modified xsi:type="dcterms:W3CDTF">2024-07-25T14:51:00Z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